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687F98" w:rsidP="00687F98" w:rsidRDefault="0071620A" w14:paraId="1D9C73C6" wp14:textId="77777777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87F98">
        <w:rPr>
          <w:rFonts w:ascii="Corbel" w:hAnsi="Corbel"/>
          <w:i/>
          <w:smallCaps/>
          <w:sz w:val="24"/>
          <w:szCs w:val="24"/>
        </w:rPr>
        <w:t>2021–2023</w:t>
      </w:r>
      <w:r w:rsidR="00EA4832">
        <w:rPr>
          <w:rFonts w:ascii="Corbel" w:hAnsi="Corbel"/>
          <w:i/>
          <w:sz w:val="24"/>
          <w:szCs w:val="24"/>
        </w:rPr>
        <w:t xml:space="preserve">   </w:t>
      </w:r>
    </w:p>
    <w:p xmlns:wp14="http://schemas.microsoft.com/office/word/2010/wordml" w:rsidR="0085747A" w:rsidP="00687F98" w:rsidRDefault="0085747A" w14:paraId="739487D8" wp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FBDA86A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687F98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015D746D" w14:paraId="47622F9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87F98" w:rsidR="0085747A" w:rsidP="009C54AE" w:rsidRDefault="00357966" w14:paraId="11B21ED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7F98">
              <w:rPr>
                <w:rFonts w:ascii="Corbel" w:hAnsi="Corbel"/>
                <w:sz w:val="24"/>
                <w:szCs w:val="24"/>
              </w:rPr>
              <w:t>Metodyka pracy socjalnej – geneza i rozwój</w:t>
            </w:r>
          </w:p>
        </w:tc>
      </w:tr>
      <w:tr xmlns:wp14="http://schemas.microsoft.com/office/word/2010/wordml" w:rsidRPr="009C54AE" w:rsidR="0085747A" w:rsidTr="015D746D" w14:paraId="72DF3B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0770B" w14:paraId="682158F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P2S[2]O_03</w:t>
            </w:r>
          </w:p>
        </w:tc>
      </w:tr>
      <w:tr xmlns:wp14="http://schemas.microsoft.com/office/word/2010/wordml" w:rsidRPr="009C54AE" w:rsidR="0085747A" w:rsidTr="015D746D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7966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15D746D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7966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79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15D746D" w14:paraId="5D78AE29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14EF8" w14:paraId="3780C1C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57966">
              <w:rPr>
                <w:rFonts w:ascii="Corbel" w:hAnsi="Corbel"/>
                <w:b w:val="0"/>
                <w:sz w:val="24"/>
                <w:szCs w:val="24"/>
              </w:rPr>
              <w:t xml:space="preserve">raca socjalna </w:t>
            </w:r>
          </w:p>
        </w:tc>
      </w:tr>
      <w:tr xmlns:wp14="http://schemas.microsoft.com/office/word/2010/wordml" w:rsidRPr="009C54AE" w:rsidR="0085747A" w:rsidTr="015D746D" w14:paraId="393D1A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7966" w14:paraId="4FD62BC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xmlns:wp14="http://schemas.microsoft.com/office/word/2010/wordml" w:rsidRPr="009C54AE" w:rsidR="0085747A" w:rsidTr="015D746D" w14:paraId="513188F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7966" w14:paraId="14278DA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xmlns:wp14="http://schemas.microsoft.com/office/word/2010/wordml" w:rsidRPr="009C54AE" w:rsidR="0085747A" w:rsidTr="015D746D" w14:paraId="5B46901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7966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015D746D" w14:paraId="6C23812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14EF8" w14:paraId="433B971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57966" w:rsidR="00357966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xmlns:wp14="http://schemas.microsoft.com/office/word/2010/wordml" w:rsidRPr="009C54AE" w:rsidR="0085747A" w:rsidTr="015D746D" w14:paraId="4D6BEF29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7966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923D7D" w:rsidTr="015D746D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357966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14EF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xmlns:wp14="http://schemas.microsoft.com/office/word/2010/wordml" w:rsidRPr="009C54AE" w:rsidR="0085747A" w:rsidTr="015D746D" w14:paraId="241562C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15D746D" w:rsidRDefault="00357966" w14:paraId="03827FEE" wp14:textId="6F220DD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5D746D" w:rsidR="2D88CD4A">
              <w:rPr>
                <w:rFonts w:ascii="Corbel" w:hAnsi="Corbel"/>
                <w:b w:val="0"/>
                <w:bCs w:val="0"/>
                <w:sz w:val="24"/>
                <w:szCs w:val="24"/>
              </w:rPr>
              <w:t>Małgorzata Bozacka</w:t>
            </w:r>
          </w:p>
        </w:tc>
      </w:tr>
      <w:tr xmlns:wp14="http://schemas.microsoft.com/office/word/2010/wordml" w:rsidRPr="009C54AE" w:rsidR="0085747A" w:rsidTr="015D746D" w14:paraId="044C885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15D746D" w:rsidRDefault="00357966" w14:paraId="05BB63D3" wp14:textId="6028CEA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5D746D" w:rsidR="60BDE1C2">
              <w:rPr>
                <w:rFonts w:ascii="Corbel" w:hAnsi="Corbel"/>
                <w:b w:val="0"/>
                <w:bCs w:val="0"/>
                <w:sz w:val="24"/>
                <w:szCs w:val="24"/>
              </w:rPr>
              <w:t>Małgorzata Bozacka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687F98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687F98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687F98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687F98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687F98" w14:paraId="26D6D0C9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357966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357966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357966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687F98" w:rsidRDefault="00701A4D" w14:paraId="78941E4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923D7D" w:rsidP="009C54AE" w:rsidRDefault="00923D7D" w14:paraId="0D0B940D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687F98" w:rsidP="00F83B28" w:rsidRDefault="00687F98" w14:paraId="0E27B00A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xmlns:wp14="http://schemas.microsoft.com/office/word/2010/wordml" w:rsidRPr="009C54AE" w:rsidR="0085747A" w:rsidP="00F83B28" w:rsidRDefault="00687F98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701A4D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1B1365" w14:paraId="543CA6E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xmlns:wp14="http://schemas.microsoft.com/office/word/2010/wordml" w:rsidR="00687F98" w:rsidP="009C54AE" w:rsidRDefault="00687F98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687F98" w:rsidP="009C54AE" w:rsidRDefault="00687F98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4B7F841C" wp14:textId="77777777">
        <w:tc>
          <w:tcPr>
            <w:tcW w:w="9670" w:type="dxa"/>
          </w:tcPr>
          <w:p w:rsidRPr="009C54AE" w:rsidR="0085747A" w:rsidP="0000716F" w:rsidRDefault="0000716F" w14:paraId="207AD26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</w:t>
            </w:r>
            <w:r w:rsidRPr="00007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687F98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7C67CDBF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0716F" w14:paraId="0F4CBCC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Nabycie wiedzy o relacjach międzyludzkich oraz umiejętności analizy tych relacji z perspektywy pracy socjalnej.</w:t>
            </w:r>
          </w:p>
        </w:tc>
      </w:tr>
      <w:tr xmlns:wp14="http://schemas.microsoft.com/office/word/2010/wordml" w:rsidRPr="009C54AE" w:rsidR="0085747A" w:rsidTr="00923D7D" w14:paraId="4163551E" wp14:textId="77777777">
        <w:tc>
          <w:tcPr>
            <w:tcW w:w="851" w:type="dxa"/>
            <w:vAlign w:val="center"/>
          </w:tcPr>
          <w:p w:rsidRPr="009C54AE" w:rsidR="0085747A" w:rsidP="009C54AE" w:rsidRDefault="0000716F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0716F" w14:paraId="4A07D84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00923D7D" w14:paraId="1185CB6C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0716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0716F" w14:paraId="36272AA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0B65DEA1" wp14:textId="77777777">
        <w:tc>
          <w:tcPr>
            <w:tcW w:w="1701" w:type="dxa"/>
          </w:tcPr>
          <w:p w:rsidRPr="009C54AE" w:rsidR="0085747A" w:rsidP="009C54AE" w:rsidRDefault="00E14EF8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777AC1" w:rsidRDefault="00777AC1" w14:paraId="091780C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genezę i rozwój koncepcji pracy socjalnej oraz ich związki z problemów pojawiających się w środowisku społecznym</w:t>
            </w:r>
          </w:p>
        </w:tc>
        <w:tc>
          <w:tcPr>
            <w:tcW w:w="1873" w:type="dxa"/>
          </w:tcPr>
          <w:p w:rsidRPr="009C54AE" w:rsidR="0085747A" w:rsidP="009C54AE" w:rsidRDefault="00085112" w14:paraId="600668D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xmlns:wp14="http://schemas.microsoft.com/office/word/2010/wordml" w:rsidRPr="009C54AE" w:rsidR="0085747A" w:rsidTr="005E6E85" w14:paraId="78066770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777AC1" w:rsidRDefault="00777AC1" w14:paraId="260967A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uwarunkowania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kształtujące relację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człowiek-środowisko oraz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wpływające na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psychospołeczne funkcjonowani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człowieka.</w:t>
            </w:r>
          </w:p>
        </w:tc>
        <w:tc>
          <w:tcPr>
            <w:tcW w:w="1873" w:type="dxa"/>
          </w:tcPr>
          <w:p w:rsidRPr="009C54AE" w:rsidR="0085747A" w:rsidP="009C54AE" w:rsidRDefault="00085112" w14:paraId="4BB8B94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xmlns:wp14="http://schemas.microsoft.com/office/word/2010/wordml" w:rsidRPr="009C54AE" w:rsidR="0085747A" w:rsidTr="005E6E85" w14:paraId="4D6B5A2F" wp14:textId="77777777">
        <w:tc>
          <w:tcPr>
            <w:tcW w:w="1701" w:type="dxa"/>
          </w:tcPr>
          <w:p w:rsidRPr="009C54AE" w:rsidR="0085747A" w:rsidP="009C54AE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511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777AC1" w:rsidRDefault="00085112" w14:paraId="043B7FB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Potrafi rozróżniać, analizować i wykorzystywać powiązania zachodzące między różnorodnymi zjawiskami społecznymi oraz kształtującymi się w ich wyniku kwestiami społecznymi.</w:t>
            </w:r>
          </w:p>
        </w:tc>
        <w:tc>
          <w:tcPr>
            <w:tcW w:w="1873" w:type="dxa"/>
          </w:tcPr>
          <w:p w:rsidRPr="009C54AE" w:rsidR="0085747A" w:rsidP="009C54AE" w:rsidRDefault="00085112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085112" w:rsidTr="005E6E85" w14:paraId="7355DCC8" wp14:textId="77777777">
        <w:tc>
          <w:tcPr>
            <w:tcW w:w="1701" w:type="dxa"/>
          </w:tcPr>
          <w:p w:rsidRPr="009C54AE" w:rsidR="00085112" w:rsidP="009C54AE" w:rsidRDefault="00085112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9C54AE" w:rsidR="00085112" w:rsidP="00777AC1" w:rsidRDefault="00085112" w14:paraId="20D8C9E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Jest przygotowany do i</w:t>
            </w:r>
            <w:r w:rsidR="00777AC1">
              <w:rPr>
                <w:rFonts w:ascii="Corbel" w:hAnsi="Corbel"/>
                <w:b w:val="0"/>
                <w:smallCaps w:val="0"/>
                <w:szCs w:val="24"/>
              </w:rPr>
              <w:t>nicjowania działań związanych z 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>zaspokajaniem potrzeb socjalnych.</w:t>
            </w:r>
          </w:p>
        </w:tc>
        <w:tc>
          <w:tcPr>
            <w:tcW w:w="1873" w:type="dxa"/>
          </w:tcPr>
          <w:p w:rsidR="00085112" w:rsidP="009C54AE" w:rsidRDefault="00085112" w14:paraId="0A428CB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777AC1" w14:paraId="587EA2A8" wp14:textId="77777777">
        <w:tc>
          <w:tcPr>
            <w:tcW w:w="9639" w:type="dxa"/>
          </w:tcPr>
          <w:p w:rsidRPr="009C54AE" w:rsidR="0085747A" w:rsidP="00777AC1" w:rsidRDefault="0085747A" w14:paraId="35113026" wp14:textId="77777777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777AC1" w14:paraId="50845E88" wp14:textId="77777777">
        <w:tc>
          <w:tcPr>
            <w:tcW w:w="9639" w:type="dxa"/>
          </w:tcPr>
          <w:p w:rsidRPr="009C54AE" w:rsidR="0085747A" w:rsidP="00777AC1" w:rsidRDefault="00B31089" w14:paraId="79993D4B" wp14:textId="77777777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B31089">
              <w:rPr>
                <w:rFonts w:ascii="Corbel" w:hAnsi="Corbel"/>
                <w:sz w:val="24"/>
                <w:szCs w:val="24"/>
              </w:rPr>
              <w:t>Wprowadzenie do przedmiotu. Zdefiniowanie podstawowych pojęć z zakresu pracy socjalnej.</w:t>
            </w:r>
          </w:p>
        </w:tc>
      </w:tr>
      <w:tr xmlns:wp14="http://schemas.microsoft.com/office/word/2010/wordml" w:rsidRPr="009C54AE" w:rsidR="00141D39" w:rsidTr="00777AC1" w14:paraId="533D1B37" wp14:textId="77777777">
        <w:tc>
          <w:tcPr>
            <w:tcW w:w="9639" w:type="dxa"/>
          </w:tcPr>
          <w:p w:rsidRPr="00B31089" w:rsidR="00141D39" w:rsidP="00777AC1" w:rsidRDefault="00141D39" w14:paraId="26A49140" wp14:textId="77777777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pracy socjalnej, specyfika metod w pracy socjalnej. Zarys głównych koncepcji w pracy socjalnej.</w:t>
            </w:r>
          </w:p>
        </w:tc>
      </w:tr>
      <w:tr xmlns:wp14="http://schemas.microsoft.com/office/word/2010/wordml" w:rsidRPr="009C54AE" w:rsidR="00141D39" w:rsidTr="00777AC1" w14:paraId="2A22D47D" wp14:textId="77777777">
        <w:tc>
          <w:tcPr>
            <w:tcW w:w="9639" w:type="dxa"/>
          </w:tcPr>
          <w:p w:rsidR="00141D39" w:rsidP="00777AC1" w:rsidRDefault="00141D39" w14:paraId="1EACF678" wp14:textId="77777777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pracy socjalnej jako źródło  metody pracy w środowisku zamieszkania. Metoda prowadzenia indywidualnego przypadku </w:t>
            </w:r>
            <w:r w:rsidRPr="0048010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), istota, etapy postępowania, modele interwencji / psychospołeczny, problemowy, strukturalny, systemowy / oraz zakres interwencji kryzysowej w tej metodzie.</w:t>
            </w:r>
          </w:p>
        </w:tc>
      </w:tr>
      <w:tr xmlns:wp14="http://schemas.microsoft.com/office/word/2010/wordml" w:rsidRPr="009C54AE" w:rsidR="00141D39" w:rsidTr="00777AC1" w14:paraId="50D75F30" wp14:textId="77777777">
        <w:tc>
          <w:tcPr>
            <w:tcW w:w="9639" w:type="dxa"/>
          </w:tcPr>
          <w:p w:rsidR="00141D39" w:rsidP="00777AC1" w:rsidRDefault="00141D39" w14:paraId="468AB90D" wp14:textId="77777777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pracy </w:t>
            </w:r>
            <w:r w:rsidRPr="0048010A">
              <w:rPr>
                <w:rFonts w:ascii="Corbel" w:hAnsi="Corbel"/>
                <w:sz w:val="24"/>
                <w:szCs w:val="24"/>
              </w:rPr>
              <w:t>socjalnej jako źródło modeli metod pracy w środowisku zamieszkania: Metoda pracy grupowej (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group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 – istota, modele pracy grupowej, fazy oraz typologie grup pomocowych, praca w zespole specjalistów (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team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xmlns:wp14="http://schemas.microsoft.com/office/word/2010/wordml" w:rsidRPr="009C54AE" w:rsidR="00141D39" w:rsidTr="00777AC1" w14:paraId="630A3996" wp14:textId="77777777">
        <w:tc>
          <w:tcPr>
            <w:tcW w:w="9639" w:type="dxa"/>
          </w:tcPr>
          <w:p w:rsidR="00141D39" w:rsidP="00687F98" w:rsidRDefault="001B2766" w14:paraId="7AE4DC1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</w:t>
            </w:r>
            <w:r w:rsidRPr="0048010A">
              <w:rPr>
                <w:rFonts w:ascii="Corbel" w:hAnsi="Corbel"/>
                <w:sz w:val="24"/>
                <w:szCs w:val="24"/>
              </w:rPr>
              <w:t>pracy socjalnej jako źródło modeli metod pracy w środowisku zamieszkania: metoda organizowania społeczności lokalnej (c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ommunity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organization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, community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 – istota metody oraz techniczny schemat postępowania metodycznego.</w:t>
            </w:r>
          </w:p>
        </w:tc>
      </w:tr>
      <w:tr xmlns:wp14="http://schemas.microsoft.com/office/word/2010/wordml" w:rsidRPr="009C54AE" w:rsidR="00135FDE" w:rsidTr="00777AC1" w14:paraId="67FAE327" wp14:textId="77777777">
        <w:tc>
          <w:tcPr>
            <w:tcW w:w="9639" w:type="dxa"/>
          </w:tcPr>
          <w:p w:rsidR="00135FDE" w:rsidP="00687F98" w:rsidRDefault="00135FDE" w14:paraId="07CAE1D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BA1">
              <w:rPr>
                <w:rFonts w:ascii="Corbel" w:hAnsi="Corbel"/>
                <w:sz w:val="24"/>
                <w:szCs w:val="24"/>
              </w:rPr>
              <w:lastRenderedPageBreak/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xmlns:wp14="http://schemas.microsoft.com/office/word/2010/wordml" w:rsidRPr="009C54AE" w:rsidR="00135FDE" w:rsidTr="00777AC1" w14:paraId="24F0D62B" wp14:textId="77777777">
        <w:tc>
          <w:tcPr>
            <w:tcW w:w="9639" w:type="dxa"/>
          </w:tcPr>
          <w:p w:rsidRPr="000F4BA1" w:rsidR="00135FDE" w:rsidP="00687F98" w:rsidRDefault="00135FDE" w14:paraId="6B7B32D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i jej aktualne kierunki.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DDBEF00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3E0FAD" w14:paraId="55225495" wp14:textId="77777777">
        <w:tc>
          <w:tcPr>
            <w:tcW w:w="9520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3E0FAD" w14:paraId="747B36F3" wp14:textId="77777777">
        <w:tc>
          <w:tcPr>
            <w:tcW w:w="9520" w:type="dxa"/>
          </w:tcPr>
          <w:p w:rsidRPr="009C54AE" w:rsidR="0085747A" w:rsidP="009C54AE" w:rsidRDefault="003E0FAD" w14:paraId="6641A0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Zajęcia organizacyjne - szczegółowe omówienie treści programowych oraz kryteriów zaliczenia.</w:t>
            </w:r>
          </w:p>
        </w:tc>
      </w:tr>
      <w:tr xmlns:wp14="http://schemas.microsoft.com/office/word/2010/wordml" w:rsidRPr="009C54AE" w:rsidR="0085747A" w:rsidTr="003E0FAD" w14:paraId="0E570A8F" wp14:textId="77777777">
        <w:tc>
          <w:tcPr>
            <w:tcW w:w="9520" w:type="dxa"/>
          </w:tcPr>
          <w:p w:rsidRPr="009C54AE" w:rsidR="0085747A" w:rsidP="009C54AE" w:rsidRDefault="003E0FAD" w14:paraId="521AF75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xmlns:wp14="http://schemas.microsoft.com/office/word/2010/wordml" w:rsidRPr="009C54AE" w:rsidR="0085747A" w:rsidTr="003E0FAD" w14:paraId="112106F0" wp14:textId="77777777">
        <w:tc>
          <w:tcPr>
            <w:tcW w:w="9520" w:type="dxa"/>
          </w:tcPr>
          <w:p w:rsidRPr="009C54AE" w:rsidR="0085747A" w:rsidP="009C54AE" w:rsidRDefault="003E0FAD" w14:paraId="0C60E7F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Problematyka pracy socjalnej w środowisku otwartym: ogólne zasady pracy socjalnej w środowisku zamieszkania, zagadnienia z zakresu organizacji pracy socjalnej w środowisku zamieszkania.</w:t>
            </w:r>
          </w:p>
        </w:tc>
      </w:tr>
      <w:tr xmlns:wp14="http://schemas.microsoft.com/office/word/2010/wordml" w:rsidRPr="009C54AE" w:rsidR="003E0FAD" w:rsidTr="003E0FAD" w14:paraId="02A2753F" wp14:textId="77777777">
        <w:tc>
          <w:tcPr>
            <w:tcW w:w="9520" w:type="dxa"/>
          </w:tcPr>
          <w:p w:rsidRPr="009C54AE" w:rsidR="003E0FAD" w:rsidP="009C54AE" w:rsidRDefault="003E0FAD" w14:paraId="6D1747F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Etapy procesu postępowanie metodycznego w pracy socjalnej (zgłoszenie, dokonanie diagnozy, ustalenie celów pracy socjalnej i planu pomocy, systematyczna ewaluacja, ewaluacja końcowa, zakończenie współpracy z klientem).</w:t>
            </w:r>
          </w:p>
        </w:tc>
      </w:tr>
      <w:tr xmlns:wp14="http://schemas.microsoft.com/office/word/2010/wordml" w:rsidRPr="009C54AE" w:rsidR="003E0FAD" w:rsidTr="003E0FAD" w14:paraId="15F4EF39" wp14:textId="77777777">
        <w:tc>
          <w:tcPr>
            <w:tcW w:w="9520" w:type="dxa"/>
          </w:tcPr>
          <w:p w:rsidRPr="009C54AE" w:rsidR="003E0FAD" w:rsidP="003E0FAD" w:rsidRDefault="003E0FAD" w14:paraId="72FC798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Diagnoza społeczna i jej podstawowe narzędzia: pojęcie diagnozy społecznej, aspekty diagnozy społecznej – psychospołeczny, socjologiczny i statystyczno-ekonomiczny.</w:t>
            </w:r>
          </w:p>
        </w:tc>
      </w:tr>
      <w:tr xmlns:wp14="http://schemas.microsoft.com/office/word/2010/wordml" w:rsidRPr="009C54AE" w:rsidR="003E0FAD" w:rsidTr="003E0FAD" w14:paraId="3EA70F47" wp14:textId="77777777">
        <w:tc>
          <w:tcPr>
            <w:tcW w:w="9520" w:type="dxa"/>
          </w:tcPr>
          <w:p w:rsidRPr="009C54AE" w:rsidR="003E0FAD" w:rsidP="003E0FAD" w:rsidRDefault="003E0FAD" w14:paraId="7AB686B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Kwestionariusz wywiadu środowiskowego jako podstawowe narzędzie diagnostyczne pracownika socjalnego – analiza struktury i praktyczne zastosowanie wywiadu środowiskowego.</w:t>
            </w:r>
          </w:p>
        </w:tc>
      </w:tr>
      <w:tr xmlns:wp14="http://schemas.microsoft.com/office/word/2010/wordml" w:rsidRPr="009C54AE" w:rsidR="003E0FAD" w:rsidTr="003E0FAD" w14:paraId="237472C1" wp14:textId="77777777">
        <w:tc>
          <w:tcPr>
            <w:tcW w:w="9520" w:type="dxa"/>
          </w:tcPr>
          <w:p w:rsidRPr="009C54AE" w:rsidR="003E0FAD" w:rsidP="003E0FAD" w:rsidRDefault="003E0FAD" w14:paraId="306049E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Technika kontraktu w pracy socjalnej: znaczenie techniki kontraktu w pracy socjalnej oraz możliwości jej zastosowania w praktyce, pojęcie kontraktu i jego procedura, ograniczenie i błędy w korzystaniu z techniki kontraktu oraz wybrane sposoby ich przezwyciężania. Rola sztuki porozumiewania się z zachowaniem reguł asertywności w technice kontraktu.</w:t>
            </w:r>
          </w:p>
        </w:tc>
      </w:tr>
      <w:tr xmlns:wp14="http://schemas.microsoft.com/office/word/2010/wordml" w:rsidRPr="009C54AE" w:rsidR="003E0FAD" w:rsidTr="003E0FAD" w14:paraId="13EACFF7" wp14:textId="77777777">
        <w:tc>
          <w:tcPr>
            <w:tcW w:w="9520" w:type="dxa"/>
          </w:tcPr>
          <w:p w:rsidRPr="009C54AE" w:rsidR="003E0FAD" w:rsidP="003E0FAD" w:rsidRDefault="003E0FAD" w14:paraId="5638A13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Ewaluacja w pracy socjalnej – rodzaje, techniki i narzędzia wykorzystywane podczas oceny wprowadzania planu pomocy z klientem.</w:t>
            </w:r>
          </w:p>
        </w:tc>
      </w:tr>
      <w:tr xmlns:wp14="http://schemas.microsoft.com/office/word/2010/wordml" w:rsidRPr="009C54AE" w:rsidR="003E0FAD" w:rsidTr="003E0FAD" w14:paraId="20AD6958" wp14:textId="77777777">
        <w:tc>
          <w:tcPr>
            <w:tcW w:w="9520" w:type="dxa"/>
          </w:tcPr>
          <w:p w:rsidRPr="009C54AE" w:rsidR="003E0FAD" w:rsidP="003E0FAD" w:rsidRDefault="003E0FAD" w14:paraId="5450EE5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Praktyczne opracowanie wywiadów środowiskowych oraz kontraktów socjalnych odnoszących się do sytuacji trudnej osoby/rodziny oraz prezentacja na forum grupy tych przypadków, planowanie form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77AC1" w:rsidR="0085747A" w:rsidP="009C54AE" w:rsidRDefault="000B6E90" w14:paraId="403AD83D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multimedialną.</w:t>
      </w:r>
    </w:p>
    <w:p xmlns:wp14="http://schemas.microsoft.com/office/word/2010/wordml" w:rsidRPr="00777AC1" w:rsidR="000B6E90" w:rsidP="009C54AE" w:rsidRDefault="000B6E90" w14:paraId="427D81B6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Ćwiczenia: praca w grupach, dyskusja, metoda projektu.</w:t>
      </w:r>
    </w:p>
    <w:p xmlns:wp14="http://schemas.microsoft.com/office/word/2010/wordml" w:rsidR="00E960BB" w:rsidP="009C54AE" w:rsidRDefault="00E960BB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687F98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C61DC5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2851EC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2851EC" w14:paraId="521EE914" wp14:textId="77777777">
        <w:tc>
          <w:tcPr>
            <w:tcW w:w="1962" w:type="dxa"/>
          </w:tcPr>
          <w:p w:rsidRPr="009C54AE" w:rsidR="0085747A" w:rsidP="009C54AE" w:rsidRDefault="00777AC1" w14:paraId="1EB017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 w:rsidR="002851E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777AC1" w:rsidR="0085747A" w:rsidP="009C54AE" w:rsidRDefault="00777AC1" w14:paraId="354DF9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</w:t>
            </w:r>
            <w:r w:rsidRPr="00777AC1" w:rsidR="00300A04">
              <w:rPr>
                <w:rFonts w:ascii="Corbel" w:hAnsi="Corbel"/>
                <w:b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Pr="009C54AE" w:rsidR="0085747A" w:rsidP="009C54AE" w:rsidRDefault="00777AC1" w14:paraId="69AACC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xmlns:wp14="http://schemas.microsoft.com/office/word/2010/wordml" w:rsidRPr="009C54AE" w:rsidR="002851EC" w:rsidTr="002851EC" w14:paraId="40A259E8" wp14:textId="77777777">
        <w:tc>
          <w:tcPr>
            <w:tcW w:w="1962" w:type="dxa"/>
          </w:tcPr>
          <w:p w:rsidRPr="009C54AE" w:rsidR="002851EC" w:rsidP="009C54AE" w:rsidRDefault="002851EC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77AC1" w:rsidR="002851EC" w:rsidP="009C54AE" w:rsidRDefault="00777AC1" w14:paraId="536BF4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</w:t>
            </w:r>
            <w:r w:rsidRPr="00777AC1" w:rsidR="00300A04">
              <w:rPr>
                <w:rFonts w:ascii="Corbel" w:hAnsi="Corbel"/>
                <w:b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Pr="009C54AE" w:rsidR="002851EC" w:rsidP="00777AC1" w:rsidRDefault="00777AC1" w14:paraId="797453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xmlns:wp14="http://schemas.microsoft.com/office/word/2010/wordml" w:rsidRPr="009C54AE" w:rsidR="002851EC" w:rsidTr="002851EC" w14:paraId="53BCF4FE" wp14:textId="77777777">
        <w:tc>
          <w:tcPr>
            <w:tcW w:w="1962" w:type="dxa"/>
          </w:tcPr>
          <w:p w:rsidRPr="009C54AE" w:rsidR="002851EC" w:rsidP="009C54AE" w:rsidRDefault="002851EC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777AC1" w:rsidR="002851EC" w:rsidP="00777AC1" w:rsidRDefault="00777AC1" w14:paraId="603C61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ustny,</w:t>
            </w:r>
            <w:r w:rsidRPr="00777AC1" w:rsidR="00300A04">
              <w:rPr>
                <w:rFonts w:ascii="Corbel" w:hAnsi="Corbel"/>
                <w:b w:val="0"/>
                <w:szCs w:val="24"/>
              </w:rPr>
              <w:t xml:space="preserve"> </w:t>
            </w:r>
            <w:r w:rsidRPr="00777AC1">
              <w:rPr>
                <w:rFonts w:ascii="Corbel" w:hAnsi="Corbel"/>
                <w:b w:val="0"/>
                <w:szCs w:val="24"/>
              </w:rPr>
              <w:t>Projekt wywiadu środowiskowego i </w:t>
            </w:r>
            <w:r w:rsidRPr="00777AC1" w:rsidR="00300A04">
              <w:rPr>
                <w:rFonts w:ascii="Corbel" w:hAnsi="Corbel"/>
                <w:b w:val="0"/>
                <w:szCs w:val="24"/>
              </w:rPr>
              <w:t>kontraktu socjalnego</w:t>
            </w:r>
          </w:p>
        </w:tc>
        <w:tc>
          <w:tcPr>
            <w:tcW w:w="2117" w:type="dxa"/>
          </w:tcPr>
          <w:p w:rsidRPr="009C54AE" w:rsidR="002851EC" w:rsidP="00777AC1" w:rsidRDefault="00777AC1" w14:paraId="1BC9D86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</w:t>
            </w:r>
            <w:r w:rsidR="00300A04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2851EC" w:rsidTr="002851EC" w14:paraId="7F80505E" wp14:textId="77777777">
        <w:tc>
          <w:tcPr>
            <w:tcW w:w="1962" w:type="dxa"/>
          </w:tcPr>
          <w:p w:rsidRPr="009C54AE" w:rsidR="002851EC" w:rsidP="009C54AE" w:rsidRDefault="002851EC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777AC1" w:rsidR="002851EC" w:rsidP="009C54AE" w:rsidRDefault="00777AC1" w14:paraId="55FEDE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777AC1" w:rsidR="00300A04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9C54AE" w:rsidR="002851EC" w:rsidP="00777AC1" w:rsidRDefault="00777AC1" w14:paraId="2080B9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00A04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1EF1BD7B" wp14:textId="77777777">
        <w:tc>
          <w:tcPr>
            <w:tcW w:w="9670" w:type="dxa"/>
          </w:tcPr>
          <w:p w:rsidRPr="00D14649" w:rsidR="00D14649" w:rsidP="00D14649" w:rsidRDefault="00D14649" w14:paraId="19B19CB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Wykład: Egzamin ustny (90%) + obecność na zajęciach (10%).</w:t>
            </w:r>
          </w:p>
          <w:p w:rsidRPr="0048010A" w:rsidR="00D14649" w:rsidP="00D14649" w:rsidRDefault="00D14649" w14:paraId="07AC0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  <w:r w:rsidRPr="0048010A">
              <w:rPr>
                <w:rFonts w:ascii="Corbel" w:hAnsi="Corbel"/>
                <w:smallCaps w:val="0"/>
                <w:szCs w:val="24"/>
              </w:rPr>
              <w:t>:</w:t>
            </w:r>
            <w:r w:rsidRPr="0048010A">
              <w:rPr>
                <w:rFonts w:ascii="Corbel" w:hAnsi="Corbel"/>
                <w:b w:val="0"/>
                <w:smallCaps w:val="0"/>
                <w:szCs w:val="24"/>
              </w:rPr>
              <w:t xml:space="preserve"> Ocenę końcową z przedmiotu ustala się według poniższego kryterium ujmującego zadania cząstkowe*:</w:t>
            </w:r>
          </w:p>
          <w:p w:rsidRPr="0048010A" w:rsidR="00D14649" w:rsidP="00D14649" w:rsidRDefault="00D14649" w14:paraId="7EC8634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1. Ocena z projektu wywiadu środowiskowego (45%) oraz projektu kontraktu socjalnego (45%). Łącznie 90%.</w:t>
            </w:r>
          </w:p>
          <w:p w:rsidRPr="0048010A" w:rsidR="00D14649" w:rsidP="00D14649" w:rsidRDefault="00D14649" w14:paraId="5D36E1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2.  Aktywność na zajęciach – 10%.</w:t>
            </w:r>
          </w:p>
          <w:p w:rsidRPr="0048010A" w:rsidR="00D14649" w:rsidP="00D14649" w:rsidRDefault="00D14649" w14:paraId="44A8088F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* Łączna suma punktów procentowych (%) uzyskanych z każdego zadania cząstkowego - od 1 do 2 - będzie ostatecznie odnoszona do skali z oceną finalną (od 5.0 do 2.0), która jest załączona poniżej:</w:t>
            </w:r>
          </w:p>
          <w:p w:rsidRPr="0048010A" w:rsidR="00D14649" w:rsidP="00D14649" w:rsidRDefault="00D14649" w14:paraId="67BFCD7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Pr="0048010A" w:rsidR="00D14649" w:rsidP="00D14649" w:rsidRDefault="00D14649" w14:paraId="48FD1C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Pr="0048010A" w:rsidR="00D14649" w:rsidP="00D14649" w:rsidRDefault="00D14649" w14:paraId="22F43DF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Pr="0048010A" w:rsidR="00D14649" w:rsidP="00D14649" w:rsidRDefault="00D14649" w14:paraId="7C86922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Pr="0048010A" w:rsidR="00D14649" w:rsidP="00D14649" w:rsidRDefault="00D14649" w14:paraId="00CC7C3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Pr="009C54AE" w:rsidR="0085747A" w:rsidP="009C54AE" w:rsidRDefault="00D14649" w14:paraId="335A7DD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44F2BD93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C848C8" w14:paraId="43FBD11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C848C8" w14:paraId="44240A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2F7F9F86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C848C8" w14:paraId="0F8EA84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xmlns:wp14="http://schemas.microsoft.com/office/word/2010/wordml" w:rsidRPr="009C54AE" w:rsidR="0085747A" w:rsidTr="00923D7D" w14:paraId="48B6CDE4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C848C8" w14:paraId="72CF255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xmlns:wp14="http://schemas.microsoft.com/office/word/2010/wordml" w:rsidRPr="009C54AE" w:rsidR="0085747A" w:rsidTr="00923D7D" w14:paraId="35CA6A37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C848C8" w14:paraId="76DB90E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687F98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687F98" w:rsidP="00687F98" w:rsidRDefault="00687F98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601721" w:rsidR="00687F98" w:rsidP="00687F98" w:rsidRDefault="00687F98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xmlns:wp14="http://schemas.microsoft.com/office/word/2010/wordml" w:rsidRPr="009C54AE" w:rsidR="00687F98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687F98" w:rsidP="00687F98" w:rsidRDefault="00687F98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601721" w:rsidR="00687F98" w:rsidP="00687F98" w:rsidRDefault="00687F98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3FE9F23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2EB20576" wp14:textId="77777777">
        <w:trPr>
          <w:trHeight w:val="397"/>
        </w:trPr>
        <w:tc>
          <w:tcPr>
            <w:tcW w:w="7513" w:type="dxa"/>
          </w:tcPr>
          <w:p w:rsidRPr="00687F98" w:rsidR="00C848C8" w:rsidP="009C54AE" w:rsidRDefault="0085747A" w14:paraId="0D317C7E" wp14:textId="77777777">
            <w:pPr>
              <w:pStyle w:val="Punktygwne"/>
              <w:spacing w:before="0" w:after="0"/>
            </w:pPr>
            <w:r w:rsidRPr="00687F98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687F98" w:rsidR="00C848C8">
              <w:t xml:space="preserve"> </w:t>
            </w:r>
          </w:p>
          <w:p w:rsidR="0085747A" w:rsidP="009C54AE" w:rsidRDefault="006F2F32" w14:paraId="4602AD3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Dubois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Krogesrud-Miley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(1999).</w:t>
            </w:r>
            <w:r w:rsidRPr="00C848C8" w:rsidR="00C848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2F32" w:rsidR="00C848C8">
              <w:rPr>
                <w:rFonts w:ascii="Corbel" w:hAnsi="Corbel"/>
                <w:b w:val="0"/>
                <w:i/>
                <w:smallCaps w:val="0"/>
                <w:szCs w:val="24"/>
              </w:rPr>
              <w:t>Praca socjalna. Zawó</w:t>
            </w:r>
            <w:r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d, który dodaje sił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Cz. 1 i 2. Katowice:</w:t>
            </w:r>
            <w:r w:rsidRPr="00C848C8" w:rsidR="00C848C8">
              <w:rPr>
                <w:rFonts w:ascii="Corbel" w:hAnsi="Corbel"/>
                <w:b w:val="0"/>
                <w:smallCaps w:val="0"/>
                <w:szCs w:val="24"/>
              </w:rPr>
              <w:t xml:space="preserve">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D6EC8" w:rsidP="009C54AE" w:rsidRDefault="006F2F32" w14:paraId="2C8A6A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Robertis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C. (1998).</w:t>
            </w:r>
            <w:r w:rsidRPr="001D6EC8" w:rsidR="001D6E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2F32" w:rsidR="001D6EC8">
              <w:rPr>
                <w:rFonts w:ascii="Corbel" w:hAnsi="Corbel"/>
                <w:b w:val="0"/>
                <w:i/>
                <w:smallCaps w:val="0"/>
                <w:szCs w:val="24"/>
              </w:rPr>
              <w:t>Metodyka działania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Katowice: </w:t>
            </w:r>
            <w:r w:rsidRPr="001D6EC8" w:rsidR="001D6EC8"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848C8" w:rsidP="009C54AE" w:rsidRDefault="001D6EC8" w14:paraId="4DA07BB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Frysztacki K.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Socjologia problemów społecznych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W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Scholar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9C54AE" w:rsidRDefault="006F2F32" w14:paraId="1E089E8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Kadela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Kowalczyk J. (2014).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pracy socjalnej. Rekomendacje metodyczne i organizacyjne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Wrzos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9C54AE" w:rsidRDefault="006F2F32" w14:paraId="0C9A682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 (2003).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pracownika socjalnego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Częstochowa: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ntrum Szkoleniowo-Wydawnicze AV,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Towarzystwo Pracownik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Socjalnych.</w:t>
            </w:r>
          </w:p>
          <w:p w:rsidR="00237F06" w:rsidP="00237F06" w:rsidRDefault="00FA7952" w14:paraId="136B6C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 M. (2012).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W.A.B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237F06" w:rsidRDefault="00237F06" w14:paraId="686D65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 (2014).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9C54AE" w:rsidRDefault="00FA7952" w14:paraId="45E05D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 M. (red.) (2012).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952" w:rsidR="00237F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Pracownicy socjalni i praca socjalna w Polsce. Mi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ędzy służbą społeczną a urzędem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Instytut Spraw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37F06" w:rsidP="004D6DBF" w:rsidRDefault="00F933C6" w14:paraId="1607692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Wódz K., Pawl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as-Czyż S.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wobec nowych o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bszarów wykluczenia społecznego.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Akapit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0071620A" w14:paraId="698B36E1" wp14:textId="77777777">
        <w:trPr>
          <w:trHeight w:val="397"/>
        </w:trPr>
        <w:tc>
          <w:tcPr>
            <w:tcW w:w="7513" w:type="dxa"/>
          </w:tcPr>
          <w:p w:rsidRPr="00687F98" w:rsidR="006908D1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name="_GoBack" w:id="0"/>
            <w:r w:rsidRPr="0068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bookmarkEnd w:id="0"/>
          <w:p w:rsidR="0085747A" w:rsidP="009C54AE" w:rsidRDefault="004D6DBF" w14:paraId="245CD0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Piątek K. (red.) (2002).</w:t>
            </w:r>
            <w:r w:rsidRPr="006908D1" w:rsidR="006908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DBF" w:rsidR="006908D1">
              <w:rPr>
                <w:rFonts w:ascii="Corbel" w:hAnsi="Corbel"/>
                <w:b w:val="0"/>
                <w:i/>
                <w:smallCaps w:val="0"/>
                <w:szCs w:val="24"/>
              </w:rPr>
              <w:t>Wielowymiarowość pracy soc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Toruń: Wydawnictwo Akapit.</w:t>
            </w:r>
          </w:p>
          <w:p w:rsidR="00141D39" w:rsidP="009C54AE" w:rsidRDefault="004D6DBF" w14:paraId="1B621011" wp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Orłowska M., Malinowski L. (2000).</w:t>
            </w:r>
            <w:r w:rsidRPr="00141D39" w:rsid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DBF" w:rsidR="00141D39">
              <w:rPr>
                <w:rFonts w:ascii="Corbel" w:hAnsi="Corbel"/>
                <w:b w:val="0"/>
                <w:i/>
                <w:smallCaps w:val="0"/>
                <w:szCs w:val="24"/>
              </w:rPr>
              <w:t>Praca socjalna w poszukiwaniu metod i nar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zędzi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Żak.</w:t>
            </w:r>
            <w:r w:rsidR="00141D39">
              <w:t xml:space="preserve"> </w:t>
            </w:r>
          </w:p>
          <w:p w:rsidRPr="00687F98" w:rsidR="006908D1" w:rsidP="004D6DBF" w:rsidRDefault="004D6DBF" w14:paraId="530976C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Zasada-Chorab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(2004).</w:t>
            </w:r>
            <w:r w:rsidRPr="00141D39" w:rsid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DBF" w:rsidR="00141D39">
              <w:rPr>
                <w:rFonts w:ascii="Corbel" w:hAnsi="Corbel"/>
                <w:b w:val="0"/>
                <w:i/>
                <w:smallCaps w:val="0"/>
                <w:szCs w:val="24"/>
              </w:rPr>
              <w:t>Kształtowanie się zawodu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pracownika socjalnego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Częstochowa:</w:t>
            </w:r>
            <w:r w:rsidRPr="00141D39" w:rsidR="00141D39">
              <w:rPr>
                <w:rFonts w:ascii="Corbel" w:hAnsi="Corbel"/>
                <w:b w:val="0"/>
                <w:smallCaps w:val="0"/>
                <w:szCs w:val="24"/>
              </w:rPr>
              <w:t xml:space="preserve"> Ośrodek Kształcenia Służb Publicznych i Socjalnych - Centrum AV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DA3EC3" w:rsidP="00C16ABF" w:rsidRDefault="00DA3EC3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A3EC3" w:rsidP="00C16ABF" w:rsidRDefault="00DA3EC3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DA3EC3" w:rsidP="00C16ABF" w:rsidRDefault="00DA3EC3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A3EC3" w:rsidP="00C16ABF" w:rsidRDefault="00DA3EC3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7MwNDY0MDY0MrUwNjRT0lEKTi0uzszPAykwrAUAOQajhywAAAA="/>
  </w:docVars>
  <w:rsids>
    <w:rsidRoot w:val="00BD66E9"/>
    <w:rsid w:val="000048FD"/>
    <w:rsid w:val="0000716F"/>
    <w:rsid w:val="000077B4"/>
    <w:rsid w:val="00015B8F"/>
    <w:rsid w:val="00022ECE"/>
    <w:rsid w:val="00042A51"/>
    <w:rsid w:val="00042D2E"/>
    <w:rsid w:val="00044C82"/>
    <w:rsid w:val="00064593"/>
    <w:rsid w:val="00070ED6"/>
    <w:rsid w:val="000742DC"/>
    <w:rsid w:val="00082951"/>
    <w:rsid w:val="00084C12"/>
    <w:rsid w:val="000851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E90"/>
    <w:rsid w:val="000D04B0"/>
    <w:rsid w:val="000F1C57"/>
    <w:rsid w:val="000F5615"/>
    <w:rsid w:val="00124BFF"/>
    <w:rsid w:val="0012560E"/>
    <w:rsid w:val="00127108"/>
    <w:rsid w:val="00134B13"/>
    <w:rsid w:val="00135FDE"/>
    <w:rsid w:val="00141D3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365"/>
    <w:rsid w:val="001B2766"/>
    <w:rsid w:val="001D657B"/>
    <w:rsid w:val="001D6EC8"/>
    <w:rsid w:val="001D7B54"/>
    <w:rsid w:val="001E0209"/>
    <w:rsid w:val="001F2CA2"/>
    <w:rsid w:val="002144C0"/>
    <w:rsid w:val="0022477D"/>
    <w:rsid w:val="002278A9"/>
    <w:rsid w:val="002336F9"/>
    <w:rsid w:val="00237F06"/>
    <w:rsid w:val="0024028F"/>
    <w:rsid w:val="00244ABC"/>
    <w:rsid w:val="00274EC9"/>
    <w:rsid w:val="00281FF2"/>
    <w:rsid w:val="002851E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A0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966"/>
    <w:rsid w:val="00363F78"/>
    <w:rsid w:val="003A0A5B"/>
    <w:rsid w:val="003A1176"/>
    <w:rsid w:val="003C0BAE"/>
    <w:rsid w:val="003D18A9"/>
    <w:rsid w:val="003D6CE2"/>
    <w:rsid w:val="003E0FAD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AEF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DBF"/>
    <w:rsid w:val="004F1551"/>
    <w:rsid w:val="004F55A3"/>
    <w:rsid w:val="0050496F"/>
    <w:rsid w:val="0050733D"/>
    <w:rsid w:val="00513B6F"/>
    <w:rsid w:val="00517C63"/>
    <w:rsid w:val="00524EA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721"/>
    <w:rsid w:val="0061029B"/>
    <w:rsid w:val="00617230"/>
    <w:rsid w:val="00621CE1"/>
    <w:rsid w:val="00627FC9"/>
    <w:rsid w:val="00642EA6"/>
    <w:rsid w:val="00647FA8"/>
    <w:rsid w:val="00650C5F"/>
    <w:rsid w:val="00654934"/>
    <w:rsid w:val="006620D9"/>
    <w:rsid w:val="00671958"/>
    <w:rsid w:val="00675843"/>
    <w:rsid w:val="00687F98"/>
    <w:rsid w:val="006908D1"/>
    <w:rsid w:val="00696477"/>
    <w:rsid w:val="006D050F"/>
    <w:rsid w:val="006D6139"/>
    <w:rsid w:val="006E5D65"/>
    <w:rsid w:val="006F1282"/>
    <w:rsid w:val="006F1FBC"/>
    <w:rsid w:val="006F2F32"/>
    <w:rsid w:val="006F31E2"/>
    <w:rsid w:val="00701A4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A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5CA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0B"/>
    <w:rsid w:val="00916188"/>
    <w:rsid w:val="0092281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833"/>
    <w:rsid w:val="00A97DE1"/>
    <w:rsid w:val="00AA68B4"/>
    <w:rsid w:val="00AB053C"/>
    <w:rsid w:val="00AD1146"/>
    <w:rsid w:val="00AD27D3"/>
    <w:rsid w:val="00AD66D6"/>
    <w:rsid w:val="00AE0313"/>
    <w:rsid w:val="00AE1160"/>
    <w:rsid w:val="00AE203C"/>
    <w:rsid w:val="00AE2E74"/>
    <w:rsid w:val="00AE5FCB"/>
    <w:rsid w:val="00AF2C1E"/>
    <w:rsid w:val="00B01D44"/>
    <w:rsid w:val="00B06142"/>
    <w:rsid w:val="00B135B1"/>
    <w:rsid w:val="00B3108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8C8"/>
    <w:rsid w:val="00C90A4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4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EC3"/>
    <w:rsid w:val="00DE09C0"/>
    <w:rsid w:val="00DE4A14"/>
    <w:rsid w:val="00DF320D"/>
    <w:rsid w:val="00DF71C8"/>
    <w:rsid w:val="00E129B8"/>
    <w:rsid w:val="00E14EF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3C6"/>
    <w:rsid w:val="00F974DA"/>
    <w:rsid w:val="00FA46E5"/>
    <w:rsid w:val="00FA7952"/>
    <w:rsid w:val="00FB7DBA"/>
    <w:rsid w:val="00FC1C25"/>
    <w:rsid w:val="00FC3F45"/>
    <w:rsid w:val="00FD503F"/>
    <w:rsid w:val="00FD7589"/>
    <w:rsid w:val="00FF016A"/>
    <w:rsid w:val="00FF1401"/>
    <w:rsid w:val="00FF5E7D"/>
    <w:rsid w:val="015D746D"/>
    <w:rsid w:val="2D88CD4A"/>
    <w:rsid w:val="5778A07C"/>
    <w:rsid w:val="60BDE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A2523A"/>
  <w15:docId w15:val="{46FE2A91-3AF6-4F97-B7F0-3845F566EAA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5F180D-2CFC-42D3-B947-4556B5B7A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F6823-E443-4111-96DD-5FC273015D66}"/>
</file>

<file path=customXml/itemProps3.xml><?xml version="1.0" encoding="utf-8"?>
<ds:datastoreItem xmlns:ds="http://schemas.openxmlformats.org/officeDocument/2006/customXml" ds:itemID="{CF689BE9-CC31-4F08-90B9-ECD7B4906CB1}"/>
</file>

<file path=customXml/itemProps4.xml><?xml version="1.0" encoding="utf-8"?>
<ds:datastoreItem xmlns:ds="http://schemas.openxmlformats.org/officeDocument/2006/customXml" ds:itemID="{A2A49857-9928-4B74-B67D-B5A98B8CE3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6</revision>
  <lastPrinted>2019-02-06T12:12:00.0000000Z</lastPrinted>
  <dcterms:created xsi:type="dcterms:W3CDTF">2021-09-22T20:29:00.0000000Z</dcterms:created>
  <dcterms:modified xsi:type="dcterms:W3CDTF">2021-10-05T20:35:19.5544266Z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